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3B6678E6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57DAC">
        <w:rPr>
          <w:lang w:eastAsia="cs-CZ"/>
        </w:rPr>
        <w:t>5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F6790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489D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400F1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A05AE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151D2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57DAC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718A7C79-B2E8-4CB9-848D-84AFC472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CE3143-A238-4ED7-8DB0-A9FFBEDC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3</cp:revision>
  <cp:lastPrinted>2020-07-15T06:29:00Z</cp:lastPrinted>
  <dcterms:created xsi:type="dcterms:W3CDTF">2022-06-22T12:43:00Z</dcterms:created>
  <dcterms:modified xsi:type="dcterms:W3CDTF">2022-06-22T12:43:00Z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